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36" w:rsidRDefault="00335F36" w:rsidP="00335F36">
      <w:pPr>
        <w:pStyle w:val="Heading3"/>
      </w:pPr>
      <w:r>
        <w:t xml:space="preserve">FORMAL </w:t>
      </w:r>
      <w:sdt>
        <w:sdtPr>
          <w:id w:val="1745452497"/>
          <w:placeholder>
            <w:docPart w:val="35A23F4C4B2E42EFA6A1D54F761EAE83"/>
          </w:placeholder>
          <w:temporary/>
          <w:showingPlcHdr/>
          <w15:appearance w15:val="hidden"/>
        </w:sdtPr>
        <w:sdtEndPr/>
        <w:sdtContent>
          <w:r>
            <w:t>Education</w:t>
          </w:r>
        </w:sdtContent>
      </w:sdt>
    </w:p>
    <w:p w:rsidR="00335F36" w:rsidRDefault="00335F36" w:rsidP="00335F36">
      <w:r w:rsidRPr="00175252">
        <w:t>Matriculation (</w:t>
      </w:r>
      <w:proofErr w:type="gramStart"/>
      <w:r w:rsidRPr="00175252">
        <w:t xml:space="preserve">SCIENCE)   </w:t>
      </w:r>
      <w:proofErr w:type="gramEnd"/>
      <w:r w:rsidRPr="00175252">
        <w:t>FBISE, (2018)</w:t>
      </w:r>
    </w:p>
    <w:p w:rsidR="00335F36" w:rsidRDefault="00335F36" w:rsidP="00335F36">
      <w:pPr>
        <w:rPr>
          <w:rStyle w:val="Heading3Char"/>
        </w:rPr>
      </w:pPr>
      <w:r>
        <w:rPr>
          <w:rStyle w:val="Heading3Char"/>
        </w:rPr>
        <w:t>In Progress Certifications</w:t>
      </w:r>
    </w:p>
    <w:p w:rsidR="00335F36" w:rsidRDefault="00335F36" w:rsidP="00335F36">
      <w:pPr>
        <w:pStyle w:val="ListParagraph"/>
        <w:numPr>
          <w:ilvl w:val="0"/>
          <w:numId w:val="2"/>
        </w:numPr>
      </w:pPr>
      <w:r w:rsidRPr="00175252">
        <w:rPr>
          <w:b/>
        </w:rPr>
        <w:t>Intermediate in Arts</w:t>
      </w:r>
    </w:p>
    <w:p w:rsidR="00335F36" w:rsidRDefault="00335F36" w:rsidP="00335F36">
      <w:pPr>
        <w:pStyle w:val="ListParagraph"/>
        <w:ind w:left="775"/>
      </w:pPr>
      <w:r w:rsidRPr="00175252">
        <w:t xml:space="preserve">FBISE </w:t>
      </w:r>
    </w:p>
    <w:p w:rsidR="00335F36" w:rsidRDefault="00335F36" w:rsidP="00335F36">
      <w:pPr>
        <w:pStyle w:val="ListParagraph"/>
        <w:ind w:left="775"/>
      </w:pPr>
      <w:r w:rsidRPr="00175252">
        <w:t xml:space="preserve">Enrolled as private candidate </w:t>
      </w:r>
    </w:p>
    <w:p w:rsidR="00335F36" w:rsidRDefault="00335F36" w:rsidP="00335F36">
      <w:pPr>
        <w:pStyle w:val="ListParagraph"/>
        <w:ind w:left="775"/>
      </w:pPr>
      <w:r w:rsidRPr="00175252">
        <w:t>Completion expected on June 2020</w:t>
      </w:r>
    </w:p>
    <w:p w:rsidR="00335F36" w:rsidRDefault="00335F36" w:rsidP="00335F36">
      <w:pPr>
        <w:pStyle w:val="ListParagraph"/>
        <w:numPr>
          <w:ilvl w:val="0"/>
          <w:numId w:val="2"/>
        </w:numPr>
      </w:pPr>
      <w:r w:rsidRPr="00335F36">
        <w:rPr>
          <w:b/>
        </w:rPr>
        <w:t>Web Development &amp; E-Commerce Course</w:t>
      </w:r>
      <w:r w:rsidRPr="00175252">
        <w:t xml:space="preserve">  </w:t>
      </w:r>
    </w:p>
    <w:p w:rsidR="00335F36" w:rsidRDefault="00335F36" w:rsidP="00335F36">
      <w:pPr>
        <w:pStyle w:val="ListParagraph"/>
        <w:ind w:left="775"/>
      </w:pPr>
      <w:r w:rsidRPr="00175252">
        <w:t xml:space="preserve">6 months course from SINA Institute of Networks and Aesthetics Islamabad affiliated with and funded by Punjab Skills Development Fund. </w:t>
      </w:r>
    </w:p>
    <w:p w:rsidR="00335F36" w:rsidRDefault="00335F36" w:rsidP="00335F36">
      <w:pPr>
        <w:pStyle w:val="ListParagraph"/>
        <w:ind w:left="775"/>
      </w:pPr>
      <w:r w:rsidRPr="00175252">
        <w:t>Status: to be completed by 31</w:t>
      </w:r>
      <w:r w:rsidRPr="00335F36">
        <w:rPr>
          <w:vertAlign w:val="superscript"/>
        </w:rPr>
        <w:t>st</w:t>
      </w:r>
      <w:r w:rsidRPr="00175252">
        <w:t xml:space="preserve"> March, 2020.</w:t>
      </w:r>
      <w:r w:rsidR="00D7006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20C9C525" wp14:editId="779CCF8A">
                <wp:simplePos x="0" y="0"/>
                <wp:positionH relativeFrom="page">
                  <wp:posOffset>693420</wp:posOffset>
                </wp:positionH>
                <wp:positionV relativeFrom="margin">
                  <wp:posOffset>-118745</wp:posOffset>
                </wp:positionV>
                <wp:extent cx="2148840" cy="9128125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912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063" w:rsidRDefault="00ED7972" w:rsidP="00D70063">
                            <w:pPr>
                              <w:pStyle w:val="Photo"/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2114550" cy="2673040"/>
                                  <wp:effectExtent l="0" t="0" r="0" b="0"/>
                                  <wp:docPr id="2" name="Picture 2" descr="C:\Users\dell\AppData\Local\Microsoft\Windows\INetCache\Content.Word\DSC_00243-removebg-preview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dell\AppData\Local\Microsoft\Windows\INetCache\Content.Word\DSC_00243-removebg-preview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2694" cy="27086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sdt>
                            <w:sdtPr>
                              <w:alias w:val="Your Name"/>
                              <w:tag w:val="Your Name"/>
                              <w:id w:val="-1489158292"/>
                              <w:placeholder>
                                <w:docPart w:val="4AC8F92AF15343FCA078FD3085B565F1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15:appearance w15:val="hidden"/>
                              <w:text w:multiLine="1"/>
                            </w:sdtPr>
                            <w:sdtEndPr/>
                            <w:sdtContent>
                              <w:p w:rsidR="00187B92" w:rsidRPr="00486E5D" w:rsidRDefault="000229EA" w:rsidP="00C641F9">
                                <w:pPr>
                                  <w:pStyle w:val="Title"/>
                                  <w:jc w:val="center"/>
                                </w:pPr>
                                <w:r>
                                  <w:t>M.</w:t>
                                </w:r>
                                <w:r w:rsidR="00C641F9">
                                  <w:t xml:space="preserve">Sharjeel </w:t>
                                </w:r>
                                <w:r w:rsidR="008512FB">
                                  <w:t>Khan</w:t>
                                </w:r>
                              </w:p>
                            </w:sdtContent>
                          </w:sdt>
                          <w:p w:rsidR="00B96FD0" w:rsidRDefault="00ED0F19" w:rsidP="000B4D10">
                            <w:sdt>
                              <w:sdtPr>
                                <w:rPr>
                                  <w:rStyle w:val="SubtitleChar"/>
                                </w:rPr>
                                <w:alias w:val="Position Title"/>
                                <w:tag w:val=""/>
                                <w:id w:val="-214128171"/>
                                <w:placeholder>
                                  <w:docPart w:val="07C915E80D2D4BC9A1D20C6CBE7E314A"/>
                                </w:placeholder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>
                                <w:rPr>
                                  <w:rStyle w:val="SubtitleChar"/>
                                </w:rPr>
                              </w:sdtEndPr>
                              <w:sdtContent>
                                <w:r w:rsidR="00FA444D" w:rsidRPr="002A205C">
                                  <w:rPr>
                                    <w:rStyle w:val="SubtitleChar"/>
                                  </w:rPr>
                                  <w:br/>
                                </w:r>
                              </w:sdtContent>
                            </w:sdt>
                            <w:r w:rsidR="00FA444D" w:rsidRPr="00FA444D">
                              <w:t xml:space="preserve">s/o M. </w:t>
                            </w:r>
                            <w:proofErr w:type="spellStart"/>
                            <w:r w:rsidR="00FA444D" w:rsidRPr="00FA444D">
                              <w:t>Asghar</w:t>
                            </w:r>
                            <w:proofErr w:type="spellEnd"/>
                            <w:r w:rsidR="00FA444D" w:rsidRPr="00FA444D">
                              <w:t xml:space="preserve"> Khan </w:t>
                            </w:r>
                            <w:r w:rsidR="00FA444D" w:rsidRPr="00FA444D">
                              <w:br/>
                            </w:r>
                            <w:r w:rsidR="000B4D10">
                              <w:t>Contact # 92314-5838267</w:t>
                            </w:r>
                            <w:r w:rsidR="00B96FD0" w:rsidRPr="00B96FD0">
                              <w:t xml:space="preserve"> </w:t>
                            </w:r>
                            <w:r w:rsidR="00B96FD0">
                              <w:t xml:space="preserve">       </w:t>
                            </w:r>
                            <w:r w:rsidR="00B96FD0" w:rsidRPr="00FA444D">
                              <w:t xml:space="preserve">DOB : 25 </w:t>
                            </w:r>
                            <w:proofErr w:type="spellStart"/>
                            <w:r w:rsidR="00B96FD0" w:rsidRPr="00FA444D">
                              <w:t>june</w:t>
                            </w:r>
                            <w:proofErr w:type="spellEnd"/>
                            <w:r w:rsidR="00B96FD0" w:rsidRPr="00FA444D">
                              <w:t xml:space="preserve">, 2001  </w:t>
                            </w:r>
                            <w:r w:rsidR="00B96FD0">
                              <w:t xml:space="preserve">    </w:t>
                            </w:r>
                          </w:p>
                          <w:p w:rsidR="00D70063" w:rsidRPr="000B4D10" w:rsidRDefault="00AE29A9" w:rsidP="000B4D10">
                            <w:hyperlink r:id="rId9" w:history="1">
                              <w:r w:rsidR="00FA444D" w:rsidRPr="00AE29A9">
                                <w:rPr>
                                  <w:rStyle w:val="Hyperlink"/>
                                </w:rPr>
                                <w:t>mustafakhattak006@gmail.com</w:t>
                              </w:r>
                            </w:hyperlink>
                            <w:r w:rsidR="00FA444D" w:rsidRPr="000B4D10">
                              <w:t xml:space="preserve"> Address: Street 5A, </w:t>
                            </w:r>
                            <w:proofErr w:type="spellStart"/>
                            <w:r w:rsidR="00FA444D" w:rsidRPr="000B4D10">
                              <w:t>Alhuda</w:t>
                            </w:r>
                            <w:proofErr w:type="spellEnd"/>
                            <w:r w:rsidR="00FA444D" w:rsidRPr="000B4D10">
                              <w:t xml:space="preserve"> town, </w:t>
                            </w:r>
                            <w:proofErr w:type="spellStart"/>
                            <w:r w:rsidR="00FA444D" w:rsidRPr="000B4D10">
                              <w:t>lehtrar</w:t>
                            </w:r>
                            <w:proofErr w:type="spellEnd"/>
                            <w:r w:rsidR="00FA444D" w:rsidRPr="000B4D10">
                              <w:t xml:space="preserve"> ro</w:t>
                            </w:r>
                            <w:r w:rsidR="000B4D10" w:rsidRPr="000B4D10">
                              <w:t>ad, 17 mile, Islamabad, Pakistan</w:t>
                            </w:r>
                          </w:p>
                          <w:p w:rsidR="00D70063" w:rsidRDefault="00ED0F19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ECBB7871404D448DA1A487225A9D179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p w:rsidR="00D70063" w:rsidRDefault="008512FB" w:rsidP="00D70063">
                            <w:r w:rsidRPr="008512FB">
                              <w:t>Seeking a position in a highly dynamic and challenging organization where I can build a long term career in a specific industry along with growth &amp; opportunities</w:t>
                            </w:r>
                            <w:r>
                              <w:t>.</w:t>
                            </w:r>
                          </w:p>
                          <w:p w:rsidR="00D70063" w:rsidRDefault="008512FB" w:rsidP="00D70063">
                            <w:pPr>
                              <w:pStyle w:val="Heading2"/>
                            </w:pPr>
                            <w:r>
                              <w:t>Professional skills</w:t>
                            </w:r>
                          </w:p>
                          <w:p w:rsidR="008512FB" w:rsidRDefault="008512FB" w:rsidP="00D70063">
                            <w:r w:rsidRPr="008512FB">
                              <w:t>Web related languages: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>HTML 5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 xml:space="preserve"> CSS 3 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 xml:space="preserve">BOOTSTRAP 4 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 xml:space="preserve">JAVASCRIPT 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 xml:space="preserve">JQUERY </w:t>
                            </w:r>
                          </w:p>
                          <w:p w:rsidR="008512FB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 xml:space="preserve">PHP </w:t>
                            </w:r>
                          </w:p>
                          <w:p w:rsidR="00D70063" w:rsidRDefault="008512FB" w:rsidP="008512F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8512FB">
                              <w:t>MYSQL</w:t>
                            </w:r>
                          </w:p>
                          <w:p w:rsidR="00D70063" w:rsidRDefault="00D70063" w:rsidP="00D70063">
                            <w:pPr>
                              <w:pStyle w:val="Heading2"/>
                            </w:pPr>
                          </w:p>
                          <w:sdt>
                            <w:sdtPr>
                              <w:id w:val="1670293698"/>
                              <w:placeholder>
                                <w:docPart w:val="BCEE63C95D3E4E39A78ABD94BEBC7C48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3C410518290447AEB1515D441135443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EAAFC84692B3464C8E4EAAA53F295431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  <w:r w:rsidR="002A205C">
                              <w:softHyphen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9C5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left:0;text-align:left;margin-left:54.6pt;margin-top:-9.35pt;width:169.2pt;height:7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" filled="f" stroked="f">
                <v:textbox inset="0,0,0,0">
                  <w:txbxContent>
                    <w:p w:rsidR="00D70063" w:rsidRDefault="00ED7972" w:rsidP="00D70063">
                      <w:pPr>
                        <w:pStyle w:val="Photo"/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2114550" cy="2673040"/>
                            <wp:effectExtent l="0" t="0" r="0" b="0"/>
                            <wp:docPr id="2" name="Picture 2" descr="C:\Users\dell\AppData\Local\Microsoft\Windows\INetCache\Content.Word\DSC_00243-removebg-preview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dell\AppData\Local\Microsoft\Windows\INetCache\Content.Word\DSC_00243-removebg-preview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2694" cy="27086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sdt>
                      <w:sdtPr>
                        <w:alias w:val="Your Name"/>
                        <w:tag w:val="Your Name"/>
                        <w:id w:val="-1489158292"/>
                        <w:placeholder>
                          <w:docPart w:val="4AC8F92AF15343FCA078FD3085B565F1"/>
                        </w:placeholder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15:appearance w15:val="hidden"/>
                        <w:text w:multiLine="1"/>
                      </w:sdtPr>
                      <w:sdtEndPr/>
                      <w:sdtContent>
                        <w:p w:rsidR="00187B92" w:rsidRPr="00486E5D" w:rsidRDefault="000229EA" w:rsidP="00C641F9">
                          <w:pPr>
                            <w:pStyle w:val="Title"/>
                            <w:jc w:val="center"/>
                          </w:pPr>
                          <w:r>
                            <w:t>M.</w:t>
                          </w:r>
                          <w:r w:rsidR="00C641F9">
                            <w:t xml:space="preserve">Sharjeel </w:t>
                          </w:r>
                          <w:r w:rsidR="008512FB">
                            <w:t>Khan</w:t>
                          </w:r>
                        </w:p>
                      </w:sdtContent>
                    </w:sdt>
                    <w:p w:rsidR="00B96FD0" w:rsidRDefault="00ED0F19" w:rsidP="000B4D10">
                      <w:sdt>
                        <w:sdtPr>
                          <w:rPr>
                            <w:rStyle w:val="SubtitleChar"/>
                          </w:rPr>
                          <w:alias w:val="Position Title"/>
                          <w:tag w:val=""/>
                          <w:id w:val="-214128171"/>
                          <w:placeholder>
                            <w:docPart w:val="07C915E80D2D4BC9A1D20C6CBE7E314A"/>
                          </w:placeholder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>
                          <w:rPr>
                            <w:rStyle w:val="SubtitleChar"/>
                          </w:rPr>
                        </w:sdtEndPr>
                        <w:sdtContent>
                          <w:r w:rsidR="00FA444D" w:rsidRPr="002A205C">
                            <w:rPr>
                              <w:rStyle w:val="SubtitleChar"/>
                            </w:rPr>
                            <w:br/>
                          </w:r>
                        </w:sdtContent>
                      </w:sdt>
                      <w:r w:rsidR="00FA444D" w:rsidRPr="00FA444D">
                        <w:t xml:space="preserve">s/o M. </w:t>
                      </w:r>
                      <w:proofErr w:type="spellStart"/>
                      <w:r w:rsidR="00FA444D" w:rsidRPr="00FA444D">
                        <w:t>Asghar</w:t>
                      </w:r>
                      <w:proofErr w:type="spellEnd"/>
                      <w:r w:rsidR="00FA444D" w:rsidRPr="00FA444D">
                        <w:t xml:space="preserve"> Khan </w:t>
                      </w:r>
                      <w:r w:rsidR="00FA444D" w:rsidRPr="00FA444D">
                        <w:br/>
                      </w:r>
                      <w:r w:rsidR="000B4D10">
                        <w:t>Contact # 92314-5838267</w:t>
                      </w:r>
                      <w:r w:rsidR="00B96FD0" w:rsidRPr="00B96FD0">
                        <w:t xml:space="preserve"> </w:t>
                      </w:r>
                      <w:r w:rsidR="00B96FD0">
                        <w:t xml:space="preserve">       </w:t>
                      </w:r>
                      <w:r w:rsidR="00B96FD0" w:rsidRPr="00FA444D">
                        <w:t xml:space="preserve">DOB : 25 </w:t>
                      </w:r>
                      <w:proofErr w:type="spellStart"/>
                      <w:r w:rsidR="00B96FD0" w:rsidRPr="00FA444D">
                        <w:t>june</w:t>
                      </w:r>
                      <w:proofErr w:type="spellEnd"/>
                      <w:r w:rsidR="00B96FD0" w:rsidRPr="00FA444D">
                        <w:t xml:space="preserve">, 2001  </w:t>
                      </w:r>
                      <w:r w:rsidR="00B96FD0">
                        <w:t xml:space="preserve">    </w:t>
                      </w:r>
                    </w:p>
                    <w:p w:rsidR="00D70063" w:rsidRPr="000B4D10" w:rsidRDefault="00AE29A9" w:rsidP="000B4D10">
                      <w:hyperlink r:id="rId10" w:history="1">
                        <w:r w:rsidR="00FA444D" w:rsidRPr="00AE29A9">
                          <w:rPr>
                            <w:rStyle w:val="Hyperlink"/>
                          </w:rPr>
                          <w:t>mustafakhattak006@gmail.com</w:t>
                        </w:r>
                      </w:hyperlink>
                      <w:r w:rsidR="00FA444D" w:rsidRPr="000B4D10">
                        <w:t xml:space="preserve"> Address: Street 5A, </w:t>
                      </w:r>
                      <w:proofErr w:type="spellStart"/>
                      <w:r w:rsidR="00FA444D" w:rsidRPr="000B4D10">
                        <w:t>Alhuda</w:t>
                      </w:r>
                      <w:proofErr w:type="spellEnd"/>
                      <w:r w:rsidR="00FA444D" w:rsidRPr="000B4D10">
                        <w:t xml:space="preserve"> town, </w:t>
                      </w:r>
                      <w:proofErr w:type="spellStart"/>
                      <w:r w:rsidR="00FA444D" w:rsidRPr="000B4D10">
                        <w:t>lehtrar</w:t>
                      </w:r>
                      <w:proofErr w:type="spellEnd"/>
                      <w:r w:rsidR="00FA444D" w:rsidRPr="000B4D10">
                        <w:t xml:space="preserve"> ro</w:t>
                      </w:r>
                      <w:r w:rsidR="000B4D10" w:rsidRPr="000B4D10">
                        <w:t>ad, 17 mile, Islamabad, Pakistan</w:t>
                      </w:r>
                    </w:p>
                    <w:p w:rsidR="00D70063" w:rsidRDefault="00ED0F19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ECBB7871404D448DA1A487225A9D179F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p w:rsidR="00D70063" w:rsidRDefault="008512FB" w:rsidP="00D70063">
                      <w:r w:rsidRPr="008512FB">
                        <w:t>Seeking a position in a highly dynamic and challenging organization where I can build a long term career in a specific industry along with growth &amp; opportunities</w:t>
                      </w:r>
                      <w:r>
                        <w:t>.</w:t>
                      </w:r>
                    </w:p>
                    <w:p w:rsidR="00D70063" w:rsidRDefault="008512FB" w:rsidP="00D70063">
                      <w:pPr>
                        <w:pStyle w:val="Heading2"/>
                      </w:pPr>
                      <w:r>
                        <w:t>Professional skills</w:t>
                      </w:r>
                    </w:p>
                    <w:p w:rsidR="008512FB" w:rsidRDefault="008512FB" w:rsidP="00D70063">
                      <w:r w:rsidRPr="008512FB">
                        <w:t>Web related languages: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>HTML 5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 xml:space="preserve"> CSS 3 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 xml:space="preserve">BOOTSTRAP 4 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 xml:space="preserve">JAVASCRIPT 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 xml:space="preserve">JQUERY </w:t>
                      </w:r>
                    </w:p>
                    <w:p w:rsidR="008512FB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 xml:space="preserve">PHP </w:t>
                      </w:r>
                    </w:p>
                    <w:p w:rsidR="00D70063" w:rsidRDefault="008512FB" w:rsidP="008512FB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8512FB">
                        <w:t>MYSQL</w:t>
                      </w:r>
                    </w:p>
                    <w:p w:rsidR="00D70063" w:rsidRDefault="00D70063" w:rsidP="00D70063">
                      <w:pPr>
                        <w:pStyle w:val="Heading2"/>
                      </w:pPr>
                    </w:p>
                    <w:sdt>
                      <w:sdtPr>
                        <w:id w:val="1670293698"/>
                        <w:placeholder>
                          <w:docPart w:val="BCEE63C95D3E4E39A78ABD94BEBC7C48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3C410518290447AEB1515D441135443D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EAAFC84692B3464C8E4EAAA53F295431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  <w:r w:rsidR="002A205C">
                        <w:softHyphen/>
                      </w:r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</w:p>
    <w:p w:rsidR="00D70063" w:rsidRDefault="00ED0F19" w:rsidP="00D70063">
      <w:pPr>
        <w:pStyle w:val="Heading3"/>
      </w:pPr>
      <w:sdt>
        <w:sdtPr>
          <w:id w:val="-1420087472"/>
          <w:placeholder>
            <w:docPart w:val="C03B9EBA406F4E4CA432A0A9A15CAABF"/>
          </w:placeholder>
          <w:temporary/>
          <w:showingPlcHdr/>
          <w15:appearance w15:val="hidden"/>
        </w:sdtPr>
        <w:sdtEndPr/>
        <w:sdtContent>
          <w:r w:rsidR="00D70063">
            <w:t>Experience</w:t>
          </w:r>
        </w:sdtContent>
      </w:sdt>
    </w:p>
    <w:p w:rsidR="00175252" w:rsidRDefault="00175252" w:rsidP="00FC1A95">
      <w:pPr>
        <w:jc w:val="both"/>
      </w:pPr>
      <w:r>
        <w:t>I have been working on Fiverr.com as a Front-end Developer Since l</w:t>
      </w:r>
      <w:r w:rsidR="00CE2674">
        <w:t>ast four months and completed 18</w:t>
      </w:r>
      <w:r>
        <w:t xml:space="preserve"> projects successfully so far. </w:t>
      </w:r>
    </w:p>
    <w:p w:rsidR="00D70063" w:rsidRDefault="00175252" w:rsidP="00175252">
      <w:r>
        <w:t xml:space="preserve">My </w:t>
      </w:r>
      <w:proofErr w:type="spellStart"/>
      <w:r>
        <w:t>fiverr</w:t>
      </w:r>
      <w:proofErr w:type="spellEnd"/>
      <w:r>
        <w:t xml:space="preserve"> profile link is as follows: </w:t>
      </w:r>
      <w:hyperlink r:id="rId11" w:history="1">
        <w:r w:rsidRPr="00A51949">
          <w:rPr>
            <w:rStyle w:val="Hyperlink"/>
          </w:rPr>
          <w:t>https://www.fiverr.com/sharjeelkhat753</w:t>
        </w:r>
      </w:hyperlink>
      <w:r w:rsidR="000619C8">
        <w:rPr>
          <w:rStyle w:val="Hyperlink"/>
        </w:rPr>
        <w:softHyphen/>
      </w:r>
      <w:r w:rsidR="000619C8">
        <w:rPr>
          <w:rStyle w:val="Hyperlink"/>
        </w:rPr>
        <w:softHyphen/>
      </w:r>
    </w:p>
    <w:p w:rsidR="00D70063" w:rsidRDefault="00ED0F19" w:rsidP="00D70063">
      <w:pPr>
        <w:pStyle w:val="Heading3"/>
      </w:pPr>
      <w:sdt>
        <w:sdtPr>
          <w:id w:val="-1841693515"/>
          <w:placeholder>
            <w:docPart w:val="5672A72EDFCB4E2387BE6EEAB3DFA79B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  <w:r w:rsidR="00335F36">
        <w:t xml:space="preserve"> SKILLS</w:t>
      </w:r>
    </w:p>
    <w:p w:rsidR="00A23258" w:rsidRDefault="00335F36" w:rsidP="00D70063">
      <w:r w:rsidRPr="00335F36">
        <w:t xml:space="preserve">Good Command over speaking, reading and writing following languages making me proficient in interpersonal Communication: </w:t>
      </w:r>
    </w:p>
    <w:p w:rsidR="00A51949" w:rsidRDefault="00335F36" w:rsidP="00A51949">
      <w:r w:rsidRPr="00335F36">
        <w:t>Urdu        English       Pashto      Punjabi</w:t>
      </w:r>
    </w:p>
    <w:p w:rsidR="00D70063" w:rsidRDefault="00A51949" w:rsidP="00A51949">
      <w:pPr>
        <w:pStyle w:val="Heading3"/>
      </w:pPr>
      <w:r>
        <w:t xml:space="preserve"> Extra-Curricular Activities</w:t>
      </w:r>
    </w:p>
    <w:p w:rsidR="00A51949" w:rsidRDefault="00A51949" w:rsidP="00A51949">
      <w:pPr>
        <w:pStyle w:val="ListParagraph"/>
        <w:numPr>
          <w:ilvl w:val="0"/>
          <w:numId w:val="2"/>
        </w:numPr>
      </w:pPr>
      <w:r w:rsidRPr="00A51949">
        <w:t xml:space="preserve">Making Tutorials and posting them on my </w:t>
      </w:r>
      <w:proofErr w:type="spellStart"/>
      <w:r w:rsidRPr="00A51949">
        <w:t>Youtube</w:t>
      </w:r>
      <w:proofErr w:type="spellEnd"/>
      <w:r w:rsidRPr="00A51949">
        <w:t xml:space="preserve"> Channel </w:t>
      </w:r>
    </w:p>
    <w:p w:rsidR="00A51949" w:rsidRDefault="00ED0F19" w:rsidP="00A51949">
      <w:pPr>
        <w:pStyle w:val="ListParagraph"/>
        <w:ind w:left="775"/>
      </w:pPr>
      <w:hyperlink r:id="rId12" w:history="1">
        <w:r w:rsidR="00A51949" w:rsidRPr="00A51949">
          <w:rPr>
            <w:rStyle w:val="Hyperlink"/>
          </w:rPr>
          <w:t>https://www.youtube.com/smartworkmustafa</w:t>
        </w:r>
      </w:hyperlink>
      <w:r w:rsidR="00A51949">
        <w:t xml:space="preserve"> </w:t>
      </w:r>
    </w:p>
    <w:p w:rsidR="00A51949" w:rsidRDefault="00A51949" w:rsidP="00A51949">
      <w:pPr>
        <w:pStyle w:val="ListParagraph"/>
        <w:numPr>
          <w:ilvl w:val="0"/>
          <w:numId w:val="2"/>
        </w:numPr>
      </w:pPr>
      <w:r w:rsidRPr="00A51949">
        <w:t xml:space="preserve">Running a </w:t>
      </w:r>
      <w:proofErr w:type="spellStart"/>
      <w:r w:rsidRPr="00A51949">
        <w:t>Youtube</w:t>
      </w:r>
      <w:proofErr w:type="spellEnd"/>
      <w:r w:rsidRPr="00A51949">
        <w:t xml:space="preserve"> Channel</w:t>
      </w:r>
    </w:p>
    <w:p w:rsidR="00D70063" w:rsidRDefault="00A51949" w:rsidP="00A51949">
      <w:pPr>
        <w:pStyle w:val="ListParagraph"/>
        <w:numPr>
          <w:ilvl w:val="0"/>
          <w:numId w:val="2"/>
        </w:numPr>
      </w:pPr>
      <w:r w:rsidRPr="00A51949">
        <w:t xml:space="preserve"> Playing badminton</w:t>
      </w:r>
    </w:p>
    <w:p w:rsidR="00175252" w:rsidRPr="0021136D" w:rsidRDefault="00175252" w:rsidP="0021136D">
      <w:pPr>
        <w:pStyle w:val="Subtitle"/>
        <w:rPr>
          <w:b/>
        </w:rPr>
      </w:pPr>
    </w:p>
    <w:p w:rsidR="00175252" w:rsidRDefault="00175252" w:rsidP="00175252">
      <w:pPr>
        <w:pStyle w:val="Heading3"/>
      </w:pPr>
      <w:r>
        <w:t xml:space="preserve"> </w:t>
      </w:r>
      <w:bookmarkStart w:id="0" w:name="_GoBack"/>
      <w:bookmarkEnd w:id="0"/>
    </w:p>
    <w:sectPr w:rsidR="00175252" w:rsidSect="00FD7C04">
      <w:headerReference w:type="default" r:id="rId13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F19" w:rsidRDefault="00ED0F19" w:rsidP="00187B92">
      <w:pPr>
        <w:spacing w:after="0" w:line="240" w:lineRule="auto"/>
      </w:pPr>
      <w:r>
        <w:separator/>
      </w:r>
    </w:p>
  </w:endnote>
  <w:endnote w:type="continuationSeparator" w:id="0">
    <w:p w:rsidR="00ED0F19" w:rsidRDefault="00ED0F19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F19" w:rsidRDefault="00ED0F19" w:rsidP="00187B92">
      <w:pPr>
        <w:spacing w:after="0" w:line="240" w:lineRule="auto"/>
      </w:pPr>
      <w:r>
        <w:separator/>
      </w:r>
    </w:p>
  </w:footnote>
  <w:footnote w:type="continuationSeparator" w:id="0">
    <w:p w:rsidR="00ED0F19" w:rsidRDefault="00ED0F19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972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7A7FBB06" wp14:editId="1136BFF5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-72277563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:rsidR="002C0739" w:rsidRPr="00187B92" w:rsidRDefault="000229EA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M.Sharjeel Khan</w:t>
                                        </w:r>
                                      </w:p>
                                    </w:sdtContent>
                                  </w:sdt>
                                  <w:p w:rsidR="002C0739" w:rsidRPr="00970D57" w:rsidRDefault="00ED0F19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C641F9">
                                          <w:br/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:rsidR="009F0771" w:rsidRDefault="00ED0F1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A7FBB06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-72277563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:rsidR="002C0739" w:rsidRPr="00187B92" w:rsidRDefault="000229EA" w:rsidP="00187B92">
                                  <w:pPr>
                                    <w:pStyle w:val="Title"/>
                                  </w:pPr>
                                  <w:r>
                                    <w:t>M.Sharjeel Khan</w:t>
                                  </w:r>
                                </w:p>
                              </w:sdtContent>
                            </w:sdt>
                            <w:p w:rsidR="002C0739" w:rsidRPr="00970D57" w:rsidRDefault="00ED0F19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C641F9">
                                    <w:br/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:rsidR="009F0771" w:rsidRDefault="00ED0F19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F5DDE"/>
    <w:multiLevelType w:val="hybridMultilevel"/>
    <w:tmpl w:val="9E6AF61A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43486BD9"/>
    <w:multiLevelType w:val="hybridMultilevel"/>
    <w:tmpl w:val="7ED08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95D43"/>
    <w:multiLevelType w:val="hybridMultilevel"/>
    <w:tmpl w:val="47447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20397"/>
    <w:multiLevelType w:val="hybridMultilevel"/>
    <w:tmpl w:val="E4E2336E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2FB"/>
    <w:rsid w:val="000229EA"/>
    <w:rsid w:val="000619C8"/>
    <w:rsid w:val="000B4D10"/>
    <w:rsid w:val="00157B6F"/>
    <w:rsid w:val="00175252"/>
    <w:rsid w:val="00187B92"/>
    <w:rsid w:val="0021136D"/>
    <w:rsid w:val="00233E96"/>
    <w:rsid w:val="00293B83"/>
    <w:rsid w:val="002A205C"/>
    <w:rsid w:val="002C0739"/>
    <w:rsid w:val="00335F36"/>
    <w:rsid w:val="00386186"/>
    <w:rsid w:val="0039505A"/>
    <w:rsid w:val="003C2070"/>
    <w:rsid w:val="004737BD"/>
    <w:rsid w:val="00486E5D"/>
    <w:rsid w:val="0049420D"/>
    <w:rsid w:val="00581FC8"/>
    <w:rsid w:val="006A3CE7"/>
    <w:rsid w:val="006B6D95"/>
    <w:rsid w:val="007925A7"/>
    <w:rsid w:val="008512FB"/>
    <w:rsid w:val="008C33FB"/>
    <w:rsid w:val="00993377"/>
    <w:rsid w:val="009C12E7"/>
    <w:rsid w:val="00A23258"/>
    <w:rsid w:val="00A51949"/>
    <w:rsid w:val="00AE29A9"/>
    <w:rsid w:val="00B96FD0"/>
    <w:rsid w:val="00C641F9"/>
    <w:rsid w:val="00CE2674"/>
    <w:rsid w:val="00CF7B22"/>
    <w:rsid w:val="00D70063"/>
    <w:rsid w:val="00ED0F19"/>
    <w:rsid w:val="00ED7972"/>
    <w:rsid w:val="00F55D4B"/>
    <w:rsid w:val="00FA444D"/>
    <w:rsid w:val="00FC1A95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91BF1"/>
  <w15:chartTrackingRefBased/>
  <w15:docId w15:val="{035942D5-3621-4A08-9D5F-30F3632F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8512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194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smartworkmustaf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verr.com/sharjeelkhat753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ustafakhattak006@gmail.com%20" TargetMode="External"/><Relationship Id="rId4" Type="http://schemas.openxmlformats.org/officeDocument/2006/relationships/settings" Target="settings.xml"/><Relationship Id="rId9" Type="http://schemas.openxmlformats.org/officeDocument/2006/relationships/hyperlink" Target="mustafakhattak006@gmail.com%20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3B9EBA406F4E4CA432A0A9A15CA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E5EBE-47E6-482E-BB87-29487F6E0262}"/>
      </w:docPartPr>
      <w:docPartBody>
        <w:p w:rsidR="00670241" w:rsidRDefault="009B152D">
          <w:pPr>
            <w:pStyle w:val="C03B9EBA406F4E4CA432A0A9A15CAABF"/>
          </w:pPr>
          <w:r>
            <w:t>Experience</w:t>
          </w:r>
        </w:p>
      </w:docPartBody>
    </w:docPart>
    <w:docPart>
      <w:docPartPr>
        <w:name w:val="5672A72EDFCB4E2387BE6EEAB3DFA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9ED27-D0C8-426F-BE41-0DAB9AEF17EC}"/>
      </w:docPartPr>
      <w:docPartBody>
        <w:p w:rsidR="00670241" w:rsidRDefault="009B152D">
          <w:pPr>
            <w:pStyle w:val="5672A72EDFCB4E2387BE6EEAB3DFA79B"/>
          </w:pPr>
          <w:r>
            <w:t>COMMUNICATION</w:t>
          </w:r>
        </w:p>
      </w:docPartBody>
    </w:docPart>
    <w:docPart>
      <w:docPartPr>
        <w:name w:val="4AC8F92AF15343FCA078FD3085B56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0120E-7B6F-49EE-BDF4-0B09A481FC50}"/>
      </w:docPartPr>
      <w:docPartBody>
        <w:p w:rsidR="00670241" w:rsidRDefault="009B152D">
          <w:pPr>
            <w:pStyle w:val="4AC8F92AF15343FCA078FD3085B565F1"/>
          </w:pPr>
          <w:r>
            <w:rPr>
              <w:rStyle w:val="PlaceholderText"/>
            </w:rPr>
            <w:t>Your Name</w:t>
          </w:r>
        </w:p>
      </w:docPartBody>
    </w:docPart>
    <w:docPart>
      <w:docPartPr>
        <w:name w:val="07C915E80D2D4BC9A1D20C6CBE7E3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0EAB8-0286-4F91-BA53-128F4CDD6F66}"/>
      </w:docPartPr>
      <w:docPartBody>
        <w:p w:rsidR="00670241" w:rsidRDefault="009B152D">
          <w:pPr>
            <w:pStyle w:val="07C915E80D2D4BC9A1D20C6CBE7E314A"/>
          </w:pPr>
          <w:r>
            <w:t>Position Title</w:t>
          </w:r>
        </w:p>
      </w:docPartBody>
    </w:docPart>
    <w:docPart>
      <w:docPartPr>
        <w:name w:val="ECBB7871404D448DA1A487225A9D1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9AB80-AF47-4880-8BEC-95B064D97CA1}"/>
      </w:docPartPr>
      <w:docPartBody>
        <w:p w:rsidR="00670241" w:rsidRDefault="009B152D">
          <w:pPr>
            <w:pStyle w:val="ECBB7871404D448DA1A487225A9D179F"/>
          </w:pPr>
          <w:r>
            <w:t>Objective</w:t>
          </w:r>
        </w:p>
      </w:docPartBody>
    </w:docPart>
    <w:docPart>
      <w:docPartPr>
        <w:name w:val="BCEE63C95D3E4E39A78ABD94BEBC7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1DB12-E3A6-4FDA-A9E8-0C1B707B9D16}"/>
      </w:docPartPr>
      <w:docPartBody>
        <w:p w:rsidR="00670241" w:rsidRDefault="009B152D">
          <w:pPr>
            <w:pStyle w:val="BCEE63C95D3E4E39A78ABD94BEBC7C48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3C410518290447AEB1515D4411354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667A4-8A18-40A4-9E6D-F0046FCA0C62}"/>
      </w:docPartPr>
      <w:docPartBody>
        <w:p w:rsidR="00670241" w:rsidRDefault="009B152D">
          <w:pPr>
            <w:pStyle w:val="3C410518290447AEB1515D441135443D"/>
          </w:pPr>
          <w:r>
            <w:t>Telephone</w:t>
          </w:r>
        </w:p>
      </w:docPartBody>
    </w:docPart>
    <w:docPart>
      <w:docPartPr>
        <w:name w:val="EAAFC84692B3464C8E4EAAA53F295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9A2C2-D752-4467-ADBE-DA8295A8E57B}"/>
      </w:docPartPr>
      <w:docPartBody>
        <w:p w:rsidR="00670241" w:rsidRDefault="009B152D">
          <w:pPr>
            <w:pStyle w:val="EAAFC84692B3464C8E4EAAA53F295431"/>
          </w:pPr>
          <w:r>
            <w:t>Email</w:t>
          </w:r>
        </w:p>
      </w:docPartBody>
    </w:docPart>
    <w:docPart>
      <w:docPartPr>
        <w:name w:val="35A23F4C4B2E42EFA6A1D54F761EA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E2A78-C87C-42ED-9722-6F461DC5296E}"/>
      </w:docPartPr>
      <w:docPartBody>
        <w:p w:rsidR="00670241" w:rsidRDefault="00367890" w:rsidP="00367890">
          <w:pPr>
            <w:pStyle w:val="35A23F4C4B2E42EFA6A1D54F761EAE83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90"/>
    <w:rsid w:val="00367890"/>
    <w:rsid w:val="00670241"/>
    <w:rsid w:val="009B152D"/>
    <w:rsid w:val="00D3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3B9EBA406F4E4CA432A0A9A15CAABF">
    <w:name w:val="C03B9EBA406F4E4CA432A0A9A15CAABF"/>
  </w:style>
  <w:style w:type="paragraph" w:customStyle="1" w:styleId="7E18FDA355D1468090F7B0F1134C72B8">
    <w:name w:val="7E18FDA355D1468090F7B0F1134C72B8"/>
  </w:style>
  <w:style w:type="paragraph" w:customStyle="1" w:styleId="89E5C2B616114AE6BF51248ED0600707">
    <w:name w:val="89E5C2B616114AE6BF51248ED0600707"/>
  </w:style>
  <w:style w:type="paragraph" w:customStyle="1" w:styleId="3A29B1B8E16E4BF9B7B3A45CAB251EBC">
    <w:name w:val="3A29B1B8E16E4BF9B7B3A45CAB251EBC"/>
  </w:style>
  <w:style w:type="paragraph" w:customStyle="1" w:styleId="8CF58B233065470AAD7C4A885AADA765">
    <w:name w:val="8CF58B233065470AAD7C4A885AADA765"/>
  </w:style>
  <w:style w:type="paragraph" w:customStyle="1" w:styleId="D52E6CD89ED74BA49F074901AEBD0F4F">
    <w:name w:val="D52E6CD89ED74BA49F074901AEBD0F4F"/>
  </w:style>
  <w:style w:type="paragraph" w:customStyle="1" w:styleId="66A10D3C9FDB436B9FB181804AA7D9DE">
    <w:name w:val="66A10D3C9FDB436B9FB181804AA7D9DE"/>
  </w:style>
  <w:style w:type="paragraph" w:customStyle="1" w:styleId="62886EC83D7849D1943FC5FD7415A29B">
    <w:name w:val="62886EC83D7849D1943FC5FD7415A29B"/>
  </w:style>
  <w:style w:type="paragraph" w:customStyle="1" w:styleId="F31D689CBD57421B936302EC1FB81183">
    <w:name w:val="F31D689CBD57421B936302EC1FB81183"/>
  </w:style>
  <w:style w:type="paragraph" w:customStyle="1" w:styleId="5D625C8419644657B04CED499021E3BE">
    <w:name w:val="5D625C8419644657B04CED499021E3BE"/>
  </w:style>
  <w:style w:type="paragraph" w:customStyle="1" w:styleId="5672A72EDFCB4E2387BE6EEAB3DFA79B">
    <w:name w:val="5672A72EDFCB4E2387BE6EEAB3DFA79B"/>
  </w:style>
  <w:style w:type="paragraph" w:customStyle="1" w:styleId="31EF951EC138473292C66219458A799D">
    <w:name w:val="31EF951EC138473292C66219458A799D"/>
  </w:style>
  <w:style w:type="paragraph" w:customStyle="1" w:styleId="8E0B9168CCA045289B177CDB5B4F946A">
    <w:name w:val="8E0B9168CCA045289B177CDB5B4F946A"/>
  </w:style>
  <w:style w:type="paragraph" w:customStyle="1" w:styleId="E6872C09513D42DFABF07A31E5EC7FAC">
    <w:name w:val="E6872C09513D42DFABF07A31E5EC7FAC"/>
  </w:style>
  <w:style w:type="paragraph" w:customStyle="1" w:styleId="90DC60FFC8654DA69FB53A2B5EA012B9">
    <w:name w:val="90DC60FFC8654DA69FB53A2B5EA012B9"/>
  </w:style>
  <w:style w:type="paragraph" w:customStyle="1" w:styleId="9FDA0F5B4922415981D638B110D76711">
    <w:name w:val="9FDA0F5B4922415981D638B110D76711"/>
  </w:style>
  <w:style w:type="paragraph" w:customStyle="1" w:styleId="B2C0382DB2C74F85A272A1FAF5146E90">
    <w:name w:val="B2C0382DB2C74F85A272A1FAF5146E9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C8F92AF15343FCA078FD3085B565F1">
    <w:name w:val="4AC8F92AF15343FCA078FD3085B565F1"/>
  </w:style>
  <w:style w:type="paragraph" w:customStyle="1" w:styleId="07C915E80D2D4BC9A1D20C6CBE7E314A">
    <w:name w:val="07C915E80D2D4BC9A1D20C6CBE7E314A"/>
  </w:style>
  <w:style w:type="paragraph" w:customStyle="1" w:styleId="ECBB7871404D448DA1A487225A9D179F">
    <w:name w:val="ECBB7871404D448DA1A487225A9D179F"/>
  </w:style>
  <w:style w:type="paragraph" w:customStyle="1" w:styleId="3D90C01388B4462C8AD8F0F80F8F2EA6">
    <w:name w:val="3D90C01388B4462C8AD8F0F80F8F2EA6"/>
  </w:style>
  <w:style w:type="paragraph" w:customStyle="1" w:styleId="2B4B72E623BC49B7A0DFB98412D71188">
    <w:name w:val="2B4B72E623BC49B7A0DFB98412D71188"/>
  </w:style>
  <w:style w:type="paragraph" w:customStyle="1" w:styleId="1447D857D4F546E396CF1CEEB636B81A">
    <w:name w:val="1447D857D4F546E396CF1CEEB636B81A"/>
  </w:style>
  <w:style w:type="paragraph" w:customStyle="1" w:styleId="DC0670DDF3D141059495286201DAB439">
    <w:name w:val="DC0670DDF3D141059495286201DAB439"/>
  </w:style>
  <w:style w:type="paragraph" w:customStyle="1" w:styleId="BCEE63C95D3E4E39A78ABD94BEBC7C48">
    <w:name w:val="BCEE63C95D3E4E39A78ABD94BEBC7C48"/>
  </w:style>
  <w:style w:type="paragraph" w:customStyle="1" w:styleId="3C410518290447AEB1515D441135443D">
    <w:name w:val="3C410518290447AEB1515D441135443D"/>
  </w:style>
  <w:style w:type="paragraph" w:customStyle="1" w:styleId="EAAFC84692B3464C8E4EAAA53F295431">
    <w:name w:val="EAAFC84692B3464C8E4EAAA53F295431"/>
  </w:style>
  <w:style w:type="paragraph" w:customStyle="1" w:styleId="F9835A3C5BB3438FAC2CDDC1FDCD49ED">
    <w:name w:val="F9835A3C5BB3438FAC2CDDC1FDCD49ED"/>
  </w:style>
  <w:style w:type="paragraph" w:customStyle="1" w:styleId="CB6C62DDAA1A4D5E943D30B6C6921D0F">
    <w:name w:val="CB6C62DDAA1A4D5E943D30B6C6921D0F"/>
  </w:style>
  <w:style w:type="paragraph" w:customStyle="1" w:styleId="35A23F4C4B2E42EFA6A1D54F761EAE83">
    <w:name w:val="35A23F4C4B2E42EFA6A1D54F761EAE83"/>
    <w:rsid w:val="003678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94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M.Sharjeel Khan</dc:creator>
  <cp:keywords/>
  <dc:description/>
  <cp:lastModifiedBy>Sharjeel Khattak</cp:lastModifiedBy>
  <cp:revision>27</cp:revision>
  <dcterms:created xsi:type="dcterms:W3CDTF">2020-03-11T05:39:00Z</dcterms:created>
  <dcterms:modified xsi:type="dcterms:W3CDTF">2020-03-17T19:32:00Z</dcterms:modified>
</cp:coreProperties>
</file>